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9472BC-6FAF-4F0E-B5D4-D6F2CBC71B48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